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EC" w:rsidRPr="00664004" w:rsidRDefault="007042EC" w:rsidP="00664004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4004">
        <w:rPr>
          <w:rFonts w:ascii="Times New Roman" w:hAnsi="Times New Roman"/>
          <w:b/>
          <w:sz w:val="24"/>
          <w:szCs w:val="24"/>
        </w:rPr>
        <w:t>АННОТАЦИЯ</w:t>
      </w:r>
    </w:p>
    <w:p w:rsidR="007042EC" w:rsidRPr="00664004" w:rsidRDefault="007042EC" w:rsidP="00664004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4004">
        <w:rPr>
          <w:rFonts w:ascii="Times New Roman" w:hAnsi="Times New Roman"/>
          <w:b/>
          <w:sz w:val="24"/>
          <w:szCs w:val="24"/>
        </w:rPr>
        <w:t>к рабочей программе по учебному предмету</w:t>
      </w:r>
    </w:p>
    <w:p w:rsidR="007042EC" w:rsidRPr="00664004" w:rsidRDefault="007042EC" w:rsidP="00664004">
      <w:pPr>
        <w:keepNext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64004">
        <w:rPr>
          <w:rFonts w:ascii="Times New Roman" w:hAnsi="Times New Roman"/>
          <w:b/>
          <w:sz w:val="24"/>
          <w:szCs w:val="24"/>
        </w:rPr>
        <w:t>«ОБЩЕСТВОЗНАНИЕ» 6-9 классы</w:t>
      </w:r>
    </w:p>
    <w:p w:rsidR="007042EC" w:rsidRPr="00664004" w:rsidRDefault="007042EC" w:rsidP="00664004">
      <w:pPr>
        <w:spacing w:after="0" w:line="240" w:lineRule="auto"/>
        <w:ind w:left="120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664004">
        <w:rPr>
          <w:rFonts w:ascii="Times New Roman" w:hAnsi="Times New Roman"/>
          <w:b/>
          <w:spacing w:val="-1"/>
          <w:sz w:val="24"/>
          <w:szCs w:val="24"/>
        </w:rPr>
        <w:t>2024-2025</w:t>
      </w:r>
      <w:r w:rsidRPr="00664004">
        <w:rPr>
          <w:rFonts w:ascii="Times New Roman" w:hAnsi="Times New Roman"/>
          <w:b/>
          <w:sz w:val="24"/>
          <w:szCs w:val="24"/>
        </w:rPr>
        <w:t xml:space="preserve"> </w:t>
      </w:r>
      <w:r w:rsidRPr="00664004">
        <w:rPr>
          <w:rFonts w:ascii="Times New Roman" w:hAnsi="Times New Roman"/>
          <w:b/>
          <w:spacing w:val="-1"/>
          <w:sz w:val="24"/>
          <w:szCs w:val="24"/>
        </w:rPr>
        <w:t>учебный год.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</w:t>
      </w:r>
      <w:smartTag w:uri="urn:schemas-microsoft-com:office:smarttags" w:element="metricconverter">
        <w:smartTagPr>
          <w:attr w:name="ProductID" w:val="2018 г"/>
        </w:smartTagPr>
        <w:r w:rsidRPr="00664004">
          <w:rPr>
            <w:rFonts w:ascii="Times New Roman" w:hAnsi="Times New Roman"/>
            <w:color w:val="000000"/>
            <w:sz w:val="24"/>
            <w:szCs w:val="24"/>
          </w:rPr>
          <w:t>2018 г</w:t>
        </w:r>
      </w:smartTag>
      <w:r w:rsidRPr="00664004">
        <w:rPr>
          <w:rFonts w:ascii="Times New Roman" w:hAnsi="Times New Roman"/>
          <w:color w:val="000000"/>
          <w:sz w:val="24"/>
          <w:szCs w:val="24"/>
        </w:rPr>
        <w:t>.), а также с учётом ф</w:t>
      </w:r>
      <w:r w:rsidRPr="00664004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программы воспитания. </w:t>
      </w:r>
    </w:p>
    <w:p w:rsidR="007042EC" w:rsidRPr="00664004" w:rsidRDefault="007042EC" w:rsidP="0066400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42EC" w:rsidRPr="00664004" w:rsidRDefault="007042EC" w:rsidP="00664004">
      <w:pPr>
        <w:pStyle w:val="Heading1"/>
        <w:spacing w:before="0" w:after="0" w:line="240" w:lineRule="auto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ОБЩАЯ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ХАРАКТЕРИСТИКА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УЧЕБНОГО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ПРЕДМЕТА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«ОБЩЕСТВОЗНАНИЕ»</w:t>
      </w:r>
    </w:p>
    <w:p w:rsidR="007042EC" w:rsidRPr="00664004" w:rsidRDefault="007042EC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042EC" w:rsidRPr="00664004" w:rsidRDefault="007042EC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7042EC" w:rsidRPr="00664004" w:rsidRDefault="007042EC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42EC" w:rsidRPr="00664004" w:rsidRDefault="007042EC" w:rsidP="00664004">
      <w:pPr>
        <w:pStyle w:val="Heading1"/>
        <w:spacing w:before="0"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ЦЕЛИ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ИЗУЧЕНИЯ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УЧЕБНОГО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pacing w:val="-1"/>
          <w:sz w:val="24"/>
          <w:szCs w:val="24"/>
          <w:lang w:val="ru-RU"/>
        </w:rPr>
        <w:t>ПРЕДМЕТА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 xml:space="preserve"> «ОБЩЕСТВОЗНАНИЕ»</w:t>
      </w:r>
    </w:p>
    <w:p w:rsidR="007042EC" w:rsidRPr="00664004" w:rsidRDefault="007042EC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7042EC" w:rsidRPr="00664004" w:rsidRDefault="007042EC" w:rsidP="00664004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</w:p>
    <w:p w:rsidR="007042EC" w:rsidRPr="00664004" w:rsidRDefault="007042EC" w:rsidP="00664004">
      <w:pPr>
        <w:pStyle w:val="Heading1"/>
        <w:spacing w:before="0" w:after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bookmarkStart w:id="0" w:name="aae73cf6-9a33-481a-a72b-2a67fc11b813"/>
      <w:bookmarkEnd w:id="0"/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>МЕСТО УЧЕБНОГО</w:t>
      </w:r>
      <w:r w:rsidRPr="00664004">
        <w:rPr>
          <w:rFonts w:ascii="Times New Roman" w:hAnsi="Times New Roman"/>
          <w:color w:val="auto"/>
          <w:spacing w:val="-2"/>
          <w:sz w:val="24"/>
          <w:szCs w:val="24"/>
          <w:lang w:val="ru-RU"/>
        </w:rPr>
        <w:t xml:space="preserve"> </w:t>
      </w:r>
      <w:r w:rsidRPr="00664004">
        <w:rPr>
          <w:rFonts w:ascii="Times New Roman" w:hAnsi="Times New Roman"/>
          <w:color w:val="auto"/>
          <w:sz w:val="24"/>
          <w:szCs w:val="24"/>
          <w:lang w:val="ru-RU"/>
        </w:rPr>
        <w:t>ПРЕДМЕТА «ОБЩЕСТВОЗНАНИЕ» В  УЧЕБНОМ ПЛАНЕ</w:t>
      </w:r>
    </w:p>
    <w:p w:rsidR="007042EC" w:rsidRPr="00664004" w:rsidRDefault="007042EC" w:rsidP="00664004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- Обществознание: 7-й класс: учебник; 1-ое издание 7 класс/ Боголюбов Л.Н., Лазебникова А.Ю., Половникова А.В. и др. Акционерное общество «Издательство «Просвещение»;</w:t>
      </w:r>
    </w:p>
    <w:p w:rsidR="007042EC" w:rsidRPr="00664004" w:rsidRDefault="007042EC" w:rsidP="006640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sz w:val="24"/>
          <w:szCs w:val="24"/>
        </w:rPr>
        <w:t xml:space="preserve">- </w:t>
      </w:r>
      <w:r w:rsidRPr="00664004">
        <w:rPr>
          <w:rFonts w:ascii="Times New Roman" w:hAnsi="Times New Roman"/>
          <w:color w:val="000000"/>
          <w:sz w:val="24"/>
          <w:szCs w:val="24"/>
        </w:rPr>
        <w:t>Обществознание: 9-й класс: учебник; 1-ое издание 9 класс/ Боголюбов Л.Н., Лазебникова А.Ю., Лобанов И.А. и др. Акционерное общество «Издательство «Просвещение»;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>- Обществознание. 6 класс: учебник; 1-ое издание 6 класс/ Боголюбов Л.Н., Рутковская Е.Л., Иванова Л.Ф. и др. Акционерное общество «Издательство «Просвещение»;</w:t>
      </w:r>
      <w:r w:rsidRPr="00664004">
        <w:rPr>
          <w:rFonts w:ascii="Times New Roman" w:hAnsi="Times New Roman"/>
          <w:sz w:val="24"/>
          <w:szCs w:val="24"/>
        </w:rPr>
        <w:br/>
      </w:r>
      <w:bookmarkStart w:id="1" w:name="0316e542-3bf9-44a3-be3d-35b4ba66b624"/>
      <w:bookmarkEnd w:id="1"/>
      <w:r w:rsidRPr="00664004">
        <w:rPr>
          <w:rFonts w:ascii="Times New Roman" w:hAnsi="Times New Roman"/>
          <w:color w:val="000000"/>
          <w:sz w:val="24"/>
          <w:szCs w:val="24"/>
        </w:rPr>
        <w:t>- Обществознание. 8 класс: учебник; 1-ое издание 8 класс/ Боголюбов Л.Н., Городецкая Н.И., Иванова Л.Ф. и др. Акционерное общество «Издательство «Просвещение».</w:t>
      </w:r>
    </w:p>
    <w:p w:rsidR="007042EC" w:rsidRPr="00664004" w:rsidRDefault="007042EC" w:rsidP="00664004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Л.Ф. Иванова. Поурочные разработки к учебнику «Обществознание. 6 класс. ФГОС» под редакцией Л.Н. Боголюбова, Л.Ф. Ивановой. Пособие для учителей общеобразовательных организаций. М.: Просвещение, 2018.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-Л.Н. Боголюбов, Н.И. Городецкая, Л.Ф. Иванова. Поурочные разработки к учебнику «Обществознание. 7 класс. ФГОС» под редакцией Л.Н. Боголюбова, Л.Ф. Ивановой. Пособие для учителей общеобразовательных организаций. -М.: Просвещение, 2018.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- Л.Н. Боголюбов, Н.И. Городецкая, Л.Ф. Иванова. Поурочные разработки к учебнику «Обществознание. 8 класс. ФГОС» под редакцией Л.Н. Боголюбова, Л.Ф. Ивановой. Пособие для учителей общеобразовательных организаций. М.: Просвещение, 2018.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- Л.Н. Боголюбов, Н.И. Городецкая, Л.Ф. Иванова. Поурочные разработки к учебнику «Обществознание. 9 класс. ФГОС» под редакцией Л.Н. Боголюбова, Л.Ф. Ивановой. Пособие для учителей общеобразовательных организаций. М.: Просвещение, 2019.</w:t>
      </w:r>
      <w:r w:rsidRPr="00664004">
        <w:rPr>
          <w:rFonts w:ascii="Times New Roman" w:hAnsi="Times New Roman"/>
          <w:sz w:val="24"/>
          <w:szCs w:val="24"/>
        </w:rPr>
        <w:br/>
      </w:r>
      <w:bookmarkStart w:id="2" w:name="9d96b998-0faf-4d98-a303-e3f31dec8ff2"/>
      <w:bookmarkEnd w:id="2"/>
    </w:p>
    <w:p w:rsidR="007042EC" w:rsidRPr="00664004" w:rsidRDefault="007042EC" w:rsidP="00664004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042EC" w:rsidRPr="00664004" w:rsidRDefault="007042EC" w:rsidP="00664004">
      <w:pPr>
        <w:spacing w:after="0" w:line="240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042EC" w:rsidRPr="00664004" w:rsidRDefault="007042EC" w:rsidP="00664004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664004">
        <w:rPr>
          <w:rFonts w:ascii="Times New Roman" w:hAnsi="Times New Roman"/>
          <w:color w:val="000000"/>
          <w:sz w:val="24"/>
          <w:szCs w:val="24"/>
        </w:rPr>
        <w:t>http://www.rsnet.ru/ — Официальная Россия (сервер органов государственной власти Российской Федерации).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http://www.president.kremlin.ru/ — Президент Российской Федерации.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http://www.rsnet.ru/ — Судебная власть Российской Федерации.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http://www.jurizdat.ru/editions/official/lcrf — Собрание законодательства Российской Федерации.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http://www.socionet.ru — Соционет: информационное пространство по общественным наукам.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 //www.gks.ru — Федеральная служба государственной статистики: базы данных, статистическая информация.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http://www.alleng.ru/edu/social2.htm — Образовательные ресурсы Интернета — обществознание. http://www.subscribe.ru/catalog/economics.education.eidos6social — Обществознание в школе (дистанционное обучение).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http://www.lenta.ru — актуальные новости общественной жизни.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http://www.ecsocman.edu.ru — Экономика. Социология. Ме¬неджмент. Федеральный образовательный портал.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http://www.50.economicus.ru — 50 лекций по микроэкономике.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http://www.gallery.economicus.ru — Галерея экономистов.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http://www.be.economicus.ru — Основы экономики. Вводный курс.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http://www.businessvoc.ru — Бизнес-словарь.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http://www.hpo.opg — Права человека в России.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http://www.uznay-prezidenta.ru — Президент России — гражданам школьного возраста.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http://www.orags.narod.ru/manuals/Pfil_Nik/23.htm — Духовная жизнь общества.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http://www.russianculture.ru/ — Культура России.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http://www.ecolife.ru/index.shtml — Экология и жизнь. Международный экологический портал.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http://www.ecosysterna.ru/ — Экологический центр «Экосистема».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http://www.priroda.ru/ — Национальный портал «Природа России».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http://www.fw.ru — Фонд «Мир семьи» (демография, семейная политика).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 //www.glossary.ru/ — Глоссарий по социальным наукам. 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color w:val="000000"/>
          <w:sz w:val="24"/>
          <w:szCs w:val="24"/>
        </w:rPr>
        <w:t xml:space="preserve"> http://www.ihtik.lib.ru /encycl/index.html — Энциклопедии, словари, справочники.</w:t>
      </w:r>
      <w:r w:rsidRPr="00664004">
        <w:rPr>
          <w:rFonts w:ascii="Times New Roman" w:hAnsi="Times New Roman"/>
          <w:sz w:val="24"/>
          <w:szCs w:val="24"/>
        </w:rPr>
        <w:br/>
      </w:r>
      <w:r w:rsidRPr="00664004">
        <w:rPr>
          <w:rFonts w:ascii="Times New Roman" w:hAnsi="Times New Roman"/>
          <w:sz w:val="24"/>
          <w:szCs w:val="24"/>
        </w:rPr>
        <w:br/>
      </w:r>
      <w:bookmarkStart w:id="3" w:name="61030ee2-5a26-4d9d-8782-2883f6f7ff11"/>
      <w:bookmarkEnd w:id="3"/>
    </w:p>
    <w:sectPr w:rsidR="007042EC" w:rsidRPr="00664004" w:rsidSect="0066400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5AE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A832F23"/>
    <w:multiLevelType w:val="hybridMultilevel"/>
    <w:tmpl w:val="1B84E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F218F"/>
    <w:multiLevelType w:val="multilevel"/>
    <w:tmpl w:val="40A0A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EE346BE"/>
    <w:multiLevelType w:val="multilevel"/>
    <w:tmpl w:val="479A77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C422150"/>
    <w:multiLevelType w:val="multilevel"/>
    <w:tmpl w:val="692E8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CB4423B"/>
    <w:multiLevelType w:val="hybridMultilevel"/>
    <w:tmpl w:val="3AEA7B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69"/>
    <w:rsid w:val="0008662E"/>
    <w:rsid w:val="0032493C"/>
    <w:rsid w:val="00337584"/>
    <w:rsid w:val="00343B13"/>
    <w:rsid w:val="00431EE9"/>
    <w:rsid w:val="004D1E97"/>
    <w:rsid w:val="004E6E52"/>
    <w:rsid w:val="005D2751"/>
    <w:rsid w:val="005E7F54"/>
    <w:rsid w:val="00662FED"/>
    <w:rsid w:val="00664004"/>
    <w:rsid w:val="007042EC"/>
    <w:rsid w:val="00892EEE"/>
    <w:rsid w:val="00C05F71"/>
    <w:rsid w:val="00C76179"/>
    <w:rsid w:val="00DE0269"/>
    <w:rsid w:val="00E56716"/>
    <w:rsid w:val="00E60B20"/>
    <w:rsid w:val="00FC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5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C76179"/>
    <w:pPr>
      <w:keepNext/>
      <w:keepLines/>
      <w:spacing w:before="480" w:after="20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6179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paragraph" w:styleId="ListParagraph">
    <w:name w:val="List Paragraph"/>
    <w:basedOn w:val="Normal"/>
    <w:uiPriority w:val="99"/>
    <w:qFormat/>
    <w:rsid w:val="00892E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3</Pages>
  <Words>1202</Words>
  <Characters>6856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Ткаченко Ксения Евгеньевна</dc:creator>
  <cp:keywords/>
  <dc:description/>
  <cp:lastModifiedBy>dcomp</cp:lastModifiedBy>
  <cp:revision>7</cp:revision>
  <dcterms:created xsi:type="dcterms:W3CDTF">2023-11-24T11:40:00Z</dcterms:created>
  <dcterms:modified xsi:type="dcterms:W3CDTF">2024-11-05T11:21:00Z</dcterms:modified>
</cp:coreProperties>
</file>